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1D036" w14:textId="66A5EB96" w:rsidR="008D305F" w:rsidRDefault="00AB1F34" w:rsidP="00B640E0">
      <w:pPr>
        <w:pStyle w:val="berschrift1"/>
        <w:spacing w:before="0"/>
      </w:pPr>
      <w:r>
        <w:t>Aufbau</w:t>
      </w:r>
    </w:p>
    <w:p w14:paraId="78961D10" w14:textId="77777777" w:rsidR="00A32763" w:rsidRPr="00AB1F34" w:rsidRDefault="00A32763" w:rsidP="00A32763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1E5E2BA" wp14:editId="5B37D368">
                <wp:simplePos x="0" y="0"/>
                <wp:positionH relativeFrom="column">
                  <wp:posOffset>2653665</wp:posOffset>
                </wp:positionH>
                <wp:positionV relativeFrom="paragraph">
                  <wp:posOffset>511175</wp:posOffset>
                </wp:positionV>
                <wp:extent cx="409575" cy="0"/>
                <wp:effectExtent l="38100" t="76200" r="28575" b="114300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1F420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7" o:spid="_x0000_s1026" type="#_x0000_t32" style="position:absolute;margin-left:208.95pt;margin-top:40.25pt;width:32.25pt;height:0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" strokecolor="#4f81bd [3204]" strokeweight="2pt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7B634D2" wp14:editId="74150F50">
                <wp:simplePos x="0" y="0"/>
                <wp:positionH relativeFrom="column">
                  <wp:posOffset>3063240</wp:posOffset>
                </wp:positionH>
                <wp:positionV relativeFrom="paragraph">
                  <wp:posOffset>206375</wp:posOffset>
                </wp:positionV>
                <wp:extent cx="2114550" cy="628650"/>
                <wp:effectExtent l="0" t="0" r="19050" b="19050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CF3FC" w14:textId="42C3D75C" w:rsidR="00A32763" w:rsidRDefault="00A32763" w:rsidP="00A32763">
                            <w:pPr>
                              <w:jc w:val="center"/>
                            </w:pPr>
                            <w:r>
                              <w:t>Rechenwerk mit ALU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B634D2" id="Rechteck 18" o:spid="_x0000_s1026" style="position:absolute;margin-left:241.2pt;margin-top:16.25pt;width:166.5pt;height:49.5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" fillcolor="white [3201]" strokecolor="#9bbb59 [3206]" strokeweight="2pt">
                <v:textbox>
                  <w:txbxContent>
                    <w:p w14:paraId="26DCF3FC" w14:textId="42C3D75C" w:rsidR="00A32763" w:rsidRDefault="00A32763" w:rsidP="00A32763">
                      <w:pPr>
                        <w:jc w:val="center"/>
                      </w:pPr>
                      <w:r>
                        <w:t>Rechenwerk mit ALU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6F964A6" wp14:editId="0897266D">
                <wp:simplePos x="0" y="0"/>
                <wp:positionH relativeFrom="column">
                  <wp:posOffset>539115</wp:posOffset>
                </wp:positionH>
                <wp:positionV relativeFrom="paragraph">
                  <wp:posOffset>206375</wp:posOffset>
                </wp:positionV>
                <wp:extent cx="2114550" cy="628650"/>
                <wp:effectExtent l="0" t="0" r="19050" b="19050"/>
                <wp:wrapNone/>
                <wp:docPr id="19" name="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F3FB0F" w14:textId="44EEB947" w:rsidR="00A32763" w:rsidRDefault="00A32763" w:rsidP="00A32763">
                            <w:pPr>
                              <w:jc w:val="center"/>
                            </w:pPr>
                            <w:r>
                              <w:t>Steuerwerk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F964A6" id="Rechteck 19" o:spid="_x0000_s1027" style="position:absolute;margin-left:42.45pt;margin-top:16.25pt;width:166.5pt;height:49.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" fillcolor="white [3201]" strokecolor="#9bbb59 [3206]" strokeweight="2pt">
                <v:textbox>
                  <w:txbxContent>
                    <w:p w14:paraId="6CF3FB0F" w14:textId="44EEB947" w:rsidR="00A32763" w:rsidRDefault="00A32763" w:rsidP="00A32763">
                      <w:pPr>
                        <w:jc w:val="center"/>
                      </w:pPr>
                      <w:r>
                        <w:t>Steuerwerk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9A9C937" wp14:editId="7198FD7F">
                <wp:simplePos x="0" y="0"/>
                <wp:positionH relativeFrom="column">
                  <wp:posOffset>386715</wp:posOffset>
                </wp:positionH>
                <wp:positionV relativeFrom="paragraph">
                  <wp:posOffset>101600</wp:posOffset>
                </wp:positionV>
                <wp:extent cx="5057775" cy="1247775"/>
                <wp:effectExtent l="0" t="0" r="28575" b="28575"/>
                <wp:wrapNone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7775" cy="1247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FE86A" w14:textId="65E22E1F" w:rsidR="00A32763" w:rsidRPr="00B81A5F" w:rsidRDefault="00A32763" w:rsidP="00A32763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lang w:val="en-GB"/>
                              </w:rPr>
                              <w:t>Prozessor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A9C937" id="Rechteck 20" o:spid="_x0000_s1028" style="position:absolute;margin-left:30.45pt;margin-top:8pt;width:398.25pt;height:9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" fillcolor="white [3201]" strokecolor="#4f81bd [3204]" strokeweight="2pt">
                <v:textbox>
                  <w:txbxContent>
                    <w:p w14:paraId="246FE86A" w14:textId="65E22E1F" w:rsidR="00A32763" w:rsidRPr="00B81A5F" w:rsidRDefault="00A32763" w:rsidP="00A32763">
                      <w:pPr>
                        <w:jc w:val="center"/>
                        <w:rPr>
                          <w:lang w:val="en-GB"/>
                        </w:rPr>
                      </w:pPr>
                      <w:proofErr w:type="spellStart"/>
                      <w:r>
                        <w:rPr>
                          <w:lang w:val="en-GB"/>
                        </w:rPr>
                        <w:t>Prozessor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541EC06" wp14:editId="1D085176">
                <wp:simplePos x="0" y="0"/>
                <wp:positionH relativeFrom="column">
                  <wp:posOffset>3996690</wp:posOffset>
                </wp:positionH>
                <wp:positionV relativeFrom="paragraph">
                  <wp:posOffset>1349375</wp:posOffset>
                </wp:positionV>
                <wp:extent cx="247650" cy="390525"/>
                <wp:effectExtent l="19050" t="19050" r="38100" b="47625"/>
                <wp:wrapNone/>
                <wp:docPr id="21" name="Pfeil nach oben und unt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90525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A39FB2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Pfeil nach oben und unten 12" o:spid="_x0000_s1026" type="#_x0000_t70" style="position:absolute;margin-left:314.7pt;margin-top:106.25pt;width:19.5pt;height:30.7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" adj=",6849" fillcolor="white [3201]" strokecolor="#4f81bd [32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329E6F2" wp14:editId="598DABE7">
                <wp:simplePos x="0" y="0"/>
                <wp:positionH relativeFrom="column">
                  <wp:posOffset>1510665</wp:posOffset>
                </wp:positionH>
                <wp:positionV relativeFrom="paragraph">
                  <wp:posOffset>1349375</wp:posOffset>
                </wp:positionV>
                <wp:extent cx="247650" cy="390525"/>
                <wp:effectExtent l="19050" t="19050" r="38100" b="47625"/>
                <wp:wrapNone/>
                <wp:docPr id="22" name="Pfeil nach oben und unt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90525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06BB" id="Pfeil nach oben und unten 11" o:spid="_x0000_s1026" type="#_x0000_t70" style="position:absolute;margin-left:118.95pt;margin-top:106.25pt;width:19.5pt;height:30.7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" adj=",6849" fillcolor="white [3201]" strokecolor="#4f81bd [32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B089C87" wp14:editId="0469B832">
                <wp:simplePos x="0" y="0"/>
                <wp:positionH relativeFrom="column">
                  <wp:posOffset>3996690</wp:posOffset>
                </wp:positionH>
                <wp:positionV relativeFrom="paragraph">
                  <wp:posOffset>2044700</wp:posOffset>
                </wp:positionV>
                <wp:extent cx="247650" cy="390525"/>
                <wp:effectExtent l="19050" t="19050" r="38100" b="47625"/>
                <wp:wrapNone/>
                <wp:docPr id="23" name="Pfeil nach oben und unt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90525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833DE" id="Pfeil nach oben und unten 10" o:spid="_x0000_s1026" type="#_x0000_t70" style="position:absolute;margin-left:314.7pt;margin-top:161pt;width:19.5pt;height:30.7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" adj=",6849" fillcolor="white [3201]" strokecolor="#4f81bd [32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6CBFEC6" wp14:editId="3AF9DD01">
                <wp:simplePos x="0" y="0"/>
                <wp:positionH relativeFrom="column">
                  <wp:posOffset>1510665</wp:posOffset>
                </wp:positionH>
                <wp:positionV relativeFrom="paragraph">
                  <wp:posOffset>2044700</wp:posOffset>
                </wp:positionV>
                <wp:extent cx="247650" cy="390525"/>
                <wp:effectExtent l="19050" t="19050" r="38100" b="47625"/>
                <wp:wrapNone/>
                <wp:docPr id="24" name="Pfeil nach oben und unt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90525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334AB8" id="Pfeil nach oben und unten 9" o:spid="_x0000_s1026" type="#_x0000_t70" style="position:absolute;margin-left:118.95pt;margin-top:161pt;width:19.5pt;height:30.7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" adj=",6849" fillcolor="white [3201]" strokecolor="#4f81bd [32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EA0387F" wp14:editId="03A41E68">
                <wp:simplePos x="0" y="0"/>
                <wp:positionH relativeFrom="column">
                  <wp:posOffset>567690</wp:posOffset>
                </wp:positionH>
                <wp:positionV relativeFrom="paragraph">
                  <wp:posOffset>2454275</wp:posOffset>
                </wp:positionV>
                <wp:extent cx="2114550" cy="628650"/>
                <wp:effectExtent l="0" t="0" r="19050" b="19050"/>
                <wp:wrapNone/>
                <wp:docPr id="25" name="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56A2D" w14:textId="486415E4" w:rsidR="00A32763" w:rsidRPr="00B81A5F" w:rsidRDefault="00A32763" w:rsidP="00A32763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Ein-/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Ausgabewerk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A0387F" id="Rechteck 25" o:spid="_x0000_s1029" style="position:absolute;margin-left:44.7pt;margin-top:193.25pt;width:166.5pt;height:49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" fillcolor="white [3201]" strokecolor="#4f81bd [3204]" strokeweight="2pt">
                <v:textbox>
                  <w:txbxContent>
                    <w:p w14:paraId="06956A2D" w14:textId="486415E4" w:rsidR="00A32763" w:rsidRPr="00B81A5F" w:rsidRDefault="00A32763" w:rsidP="00A32763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Ein-/</w:t>
                      </w:r>
                      <w:proofErr w:type="spellStart"/>
                      <w:r>
                        <w:rPr>
                          <w:lang w:val="en-GB"/>
                        </w:rPr>
                        <w:t>Ausgabewerk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A2F2D15" wp14:editId="0EE16C67">
                <wp:simplePos x="0" y="0"/>
                <wp:positionH relativeFrom="column">
                  <wp:posOffset>3063240</wp:posOffset>
                </wp:positionH>
                <wp:positionV relativeFrom="paragraph">
                  <wp:posOffset>2435225</wp:posOffset>
                </wp:positionV>
                <wp:extent cx="2114550" cy="628650"/>
                <wp:effectExtent l="0" t="0" r="19050" b="19050"/>
                <wp:wrapNone/>
                <wp:docPr id="26" name="Recht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8E0D2" w14:textId="74BE6CE0" w:rsidR="00A32763" w:rsidRDefault="00A32763" w:rsidP="00A32763">
                            <w:pPr>
                              <w:jc w:val="center"/>
                            </w:pPr>
                            <w:r>
                              <w:t>Speicherwerk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2F2D15" id="Rechteck 26" o:spid="_x0000_s1030" style="position:absolute;margin-left:241.2pt;margin-top:191.75pt;width:166.5pt;height:49.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" fillcolor="white [3201]" strokecolor="#4f81bd [3204]" strokeweight="2pt">
                <v:textbox>
                  <w:txbxContent>
                    <w:p w14:paraId="6688E0D2" w14:textId="74BE6CE0" w:rsidR="00A32763" w:rsidRDefault="00A32763" w:rsidP="00A32763">
                      <w:pPr>
                        <w:jc w:val="center"/>
                      </w:pPr>
                      <w:r>
                        <w:t>Speicherwerk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90862DD" wp14:editId="51C5A202">
                <wp:simplePos x="0" y="0"/>
                <wp:positionH relativeFrom="column">
                  <wp:posOffset>72390</wp:posOffset>
                </wp:positionH>
                <wp:positionV relativeFrom="paragraph">
                  <wp:posOffset>1739900</wp:posOffset>
                </wp:positionV>
                <wp:extent cx="5648325" cy="304800"/>
                <wp:effectExtent l="0" t="0" r="28575" b="19050"/>
                <wp:wrapNone/>
                <wp:docPr id="27" name="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83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45A01" w14:textId="50364FAA" w:rsidR="00A32763" w:rsidRDefault="00A32763" w:rsidP="00A32763">
                            <w:pPr>
                              <w:jc w:val="center"/>
                            </w:pPr>
                            <w:r>
                              <w:t>Bus (Adress-, Daten-, Steuerbus)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0862DD" id="Rechteck 27" o:spid="_x0000_s1031" style="position:absolute;margin-left:5.7pt;margin-top:137pt;width:444.75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" fillcolor="white [3201]" strokecolor="#4f81bd [3204]" strokeweight="2pt">
                <v:textbox>
                  <w:txbxContent>
                    <w:p w14:paraId="3EE45A01" w14:textId="50364FAA" w:rsidR="00A32763" w:rsidRDefault="00A32763" w:rsidP="00A32763">
                      <w:pPr>
                        <w:jc w:val="center"/>
                      </w:pPr>
                      <w:r>
                        <w:t>Bus (Adress-, Daten-, Steuerbus)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5E50BF5" wp14:editId="5F0878B0">
                <wp:extent cx="5791200" cy="3371850"/>
                <wp:effectExtent l="0" t="0" r="19050" b="19050"/>
                <wp:docPr id="2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76325" y="1562100"/>
                          <a:ext cx="5791200" cy="3371850"/>
                        </a:xfrm>
                        <a:prstGeom prst="roundRect">
                          <a:avLst>
                            <a:gd name="adj" fmla="val 4520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448881" id="Abgerundetes Rechteck 2" o:spid="_x0000_s1026" style="width:456pt;height:26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9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" fillcolor="#d8d8d8 [2732]" strokecolor="black [3200]" strokeweight="2pt">
                <w10:anchorlock/>
              </v:roundrect>
            </w:pict>
          </mc:Fallback>
        </mc:AlternateContent>
      </w:r>
    </w:p>
    <w:p w14:paraId="64535118" w14:textId="77777777" w:rsidR="00AB1F34" w:rsidRDefault="00AB1F34" w:rsidP="00AB1F34">
      <w:pPr>
        <w:pStyle w:val="berschrift1"/>
      </w:pPr>
      <w:r>
        <w:t>Prinzipien</w:t>
      </w:r>
    </w:p>
    <w:p w14:paraId="6B5B0399" w14:textId="2C381945" w:rsidR="000E03B9" w:rsidRPr="000E03B9" w:rsidRDefault="00FE33C6" w:rsidP="00B640E0">
      <w:pPr>
        <w:pStyle w:val="Listenabsatz"/>
        <w:numPr>
          <w:ilvl w:val="0"/>
          <w:numId w:val="5"/>
        </w:numPr>
        <w:spacing w:after="0"/>
        <w:ind w:hanging="357"/>
        <w:contextualSpacing w:val="0"/>
      </w:pPr>
      <w:r>
        <w:t>Der</w:t>
      </w:r>
      <w:r w:rsidR="000E03B9" w:rsidRPr="000E03B9">
        <w:t xml:space="preserve"> Rechner besteht stets aus:</w:t>
      </w:r>
    </w:p>
    <w:p w14:paraId="1DA5E46B" w14:textId="77777777" w:rsidR="000E03B9" w:rsidRPr="000E03B9" w:rsidRDefault="000E03B9" w:rsidP="00B640E0">
      <w:pPr>
        <w:pStyle w:val="Listenabsatz"/>
        <w:numPr>
          <w:ilvl w:val="1"/>
          <w:numId w:val="5"/>
        </w:numPr>
        <w:spacing w:after="0"/>
        <w:ind w:hanging="357"/>
        <w:contextualSpacing w:val="0"/>
      </w:pPr>
      <w:r w:rsidRPr="000E03B9">
        <w:t>dem </w:t>
      </w:r>
      <w:r w:rsidRPr="000E03B9">
        <w:rPr>
          <w:b/>
          <w:bCs/>
        </w:rPr>
        <w:t>Rechenwerk</w:t>
      </w:r>
      <w:r w:rsidRPr="000E03B9">
        <w:t xml:space="preserve"> (ALU - </w:t>
      </w:r>
      <w:proofErr w:type="spellStart"/>
      <w:r w:rsidRPr="000E03B9">
        <w:t>Arithmetic</w:t>
      </w:r>
      <w:proofErr w:type="spellEnd"/>
      <w:r w:rsidRPr="000E03B9">
        <w:t xml:space="preserve"> </w:t>
      </w:r>
      <w:proofErr w:type="spellStart"/>
      <w:r w:rsidRPr="000E03B9">
        <w:t>Logic</w:t>
      </w:r>
      <w:proofErr w:type="spellEnd"/>
      <w:r w:rsidRPr="000E03B9">
        <w:t xml:space="preserve"> Unit) </w:t>
      </w:r>
      <w:r w:rsidRPr="000E03B9">
        <w:br/>
        <w:t>führt Rechenoperationen und logische Verknüpfungen durch</w:t>
      </w:r>
    </w:p>
    <w:p w14:paraId="00389CA4" w14:textId="77777777" w:rsidR="000E03B9" w:rsidRPr="000E03B9" w:rsidRDefault="000E03B9" w:rsidP="00B640E0">
      <w:pPr>
        <w:pStyle w:val="Listenabsatz"/>
        <w:numPr>
          <w:ilvl w:val="1"/>
          <w:numId w:val="5"/>
        </w:numPr>
        <w:spacing w:after="0"/>
        <w:ind w:hanging="357"/>
        <w:contextualSpacing w:val="0"/>
      </w:pPr>
      <w:r w:rsidRPr="000E03B9">
        <w:t>dem </w:t>
      </w:r>
      <w:r w:rsidRPr="000E03B9">
        <w:rPr>
          <w:b/>
          <w:bCs/>
        </w:rPr>
        <w:t>Steuerwerk </w:t>
      </w:r>
      <w:r w:rsidRPr="000E03B9">
        <w:t>(Control Unit)</w:t>
      </w:r>
      <w:r w:rsidRPr="000E03B9">
        <w:br/>
        <w:t>interpretiert die Anweisungen eines Programms und steuert die Befehlsabfolge</w:t>
      </w:r>
    </w:p>
    <w:p w14:paraId="16DDE2CC" w14:textId="4C676BE4" w:rsidR="000E03B9" w:rsidRPr="000E03B9" w:rsidRDefault="000E03B9" w:rsidP="00B640E0">
      <w:pPr>
        <w:pStyle w:val="Listenabsatz"/>
        <w:numPr>
          <w:ilvl w:val="1"/>
          <w:numId w:val="5"/>
        </w:numPr>
        <w:spacing w:after="0"/>
        <w:ind w:hanging="357"/>
        <w:contextualSpacing w:val="0"/>
      </w:pPr>
      <w:r w:rsidRPr="000E03B9">
        <w:t>dem </w:t>
      </w:r>
      <w:r w:rsidRPr="000E03B9">
        <w:rPr>
          <w:b/>
          <w:bCs/>
        </w:rPr>
        <w:t>Speicherwerk </w:t>
      </w:r>
      <w:r w:rsidRPr="000E03B9">
        <w:t>(Memory</w:t>
      </w:r>
      <w:r w:rsidR="00FE33C6">
        <w:t xml:space="preserve"> Unit</w:t>
      </w:r>
      <w:r w:rsidRPr="000E03B9">
        <w:t>)</w:t>
      </w:r>
      <w:r w:rsidRPr="000E03B9">
        <w:br/>
        <w:t xml:space="preserve">speichert Programme </w:t>
      </w:r>
      <w:r w:rsidR="00FE33C6">
        <w:t>und</w:t>
      </w:r>
      <w:r w:rsidRPr="000E03B9">
        <w:t xml:space="preserve"> Daten</w:t>
      </w:r>
    </w:p>
    <w:p w14:paraId="59526DD2" w14:textId="77777777" w:rsidR="000E03B9" w:rsidRPr="000E03B9" w:rsidRDefault="000E03B9" w:rsidP="00B640E0">
      <w:pPr>
        <w:pStyle w:val="Listenabsatz"/>
        <w:numPr>
          <w:ilvl w:val="1"/>
          <w:numId w:val="5"/>
        </w:numPr>
        <w:spacing w:after="0"/>
        <w:ind w:hanging="357"/>
        <w:contextualSpacing w:val="0"/>
      </w:pPr>
      <w:r w:rsidRPr="000E03B9">
        <w:t>dem </w:t>
      </w:r>
      <w:r w:rsidRPr="000E03B9">
        <w:rPr>
          <w:b/>
          <w:bCs/>
        </w:rPr>
        <w:t>Eingabe-/Ausgabewerk </w:t>
      </w:r>
      <w:r w:rsidRPr="000E03B9">
        <w:t>(I/O Unit)</w:t>
      </w:r>
      <w:r w:rsidRPr="000E03B9">
        <w:br/>
        <w:t>steuert die Ein- und Ausgabe von Daten zum Anwender (Tastatur, Bildschirm) oder zu anderen Systemen (Schnittstellen)</w:t>
      </w:r>
    </w:p>
    <w:p w14:paraId="4A4C04F6" w14:textId="77777777" w:rsidR="000E03B9" w:rsidRPr="000E03B9" w:rsidRDefault="000E03B9" w:rsidP="000E03B9">
      <w:pPr>
        <w:pStyle w:val="Listenabsatz"/>
        <w:numPr>
          <w:ilvl w:val="1"/>
          <w:numId w:val="5"/>
        </w:numPr>
        <w:ind w:hanging="357"/>
        <w:contextualSpacing w:val="0"/>
      </w:pPr>
      <w:r w:rsidRPr="000E03B9">
        <w:t>dem </w:t>
      </w:r>
      <w:r w:rsidRPr="000E03B9">
        <w:rPr>
          <w:b/>
          <w:bCs/>
        </w:rPr>
        <w:t>Verbindungssystem </w:t>
      </w:r>
      <w:r>
        <w:t>(</w:t>
      </w:r>
      <w:proofErr w:type="spellStart"/>
      <w:r>
        <w:t>Busbar</w:t>
      </w:r>
      <w:proofErr w:type="spellEnd"/>
      <w:r>
        <w:t xml:space="preserve"> - Sammelschiene</w:t>
      </w:r>
      <w:r w:rsidRPr="000E03B9">
        <w:t>) </w:t>
      </w:r>
      <w:r w:rsidRPr="000E03B9">
        <w:br/>
        <w:t>verbindet die Komponenten des Rechners untereinander</w:t>
      </w:r>
    </w:p>
    <w:p w14:paraId="2C56829B" w14:textId="77777777" w:rsidR="00FE33C6" w:rsidRPr="000E03B9" w:rsidRDefault="00FE33C6" w:rsidP="00FE33C6">
      <w:pPr>
        <w:pStyle w:val="Listenabsatz"/>
        <w:numPr>
          <w:ilvl w:val="0"/>
          <w:numId w:val="5"/>
        </w:numPr>
        <w:ind w:hanging="357"/>
        <w:contextualSpacing w:val="0"/>
      </w:pPr>
      <w:r>
        <w:t>Der</w:t>
      </w:r>
      <w:r w:rsidRPr="000E03B9">
        <w:t xml:space="preserve"> Rechner ist universell einsetzbar und löst eine Vielzahl von Problemen. Dazu ist dem Gerät von außen ein Programm in den Speicher einzugeben.</w:t>
      </w:r>
    </w:p>
    <w:p w14:paraId="4BFA588F" w14:textId="04DB938D" w:rsidR="000E03B9" w:rsidRPr="000E03B9" w:rsidRDefault="000E03B9" w:rsidP="000E03B9">
      <w:pPr>
        <w:pStyle w:val="Listenabsatz"/>
        <w:numPr>
          <w:ilvl w:val="0"/>
          <w:numId w:val="5"/>
        </w:numPr>
        <w:ind w:hanging="357"/>
        <w:contextualSpacing w:val="0"/>
      </w:pPr>
      <w:r w:rsidRPr="000E03B9">
        <w:t>Im Speicher liegen Programme, Daten und Ergebnisse.</w:t>
      </w:r>
      <w:r w:rsidR="00FE33C6" w:rsidRPr="00FE33C6">
        <w:t xml:space="preserve"> </w:t>
      </w:r>
    </w:p>
    <w:p w14:paraId="5E24379F" w14:textId="77777777" w:rsidR="000E03B9" w:rsidRPr="000E03B9" w:rsidRDefault="000E03B9" w:rsidP="000E03B9">
      <w:pPr>
        <w:pStyle w:val="Listenabsatz"/>
        <w:numPr>
          <w:ilvl w:val="0"/>
          <w:numId w:val="5"/>
        </w:numPr>
        <w:ind w:hanging="357"/>
        <w:contextualSpacing w:val="0"/>
      </w:pPr>
      <w:r w:rsidRPr="000E03B9">
        <w:t>Der Speicher besteht aus gleichgroßen, fortlaufend nummerierten Zellen. Über die Nummer (Adresse) lässt sich die Speicherzelle direkt lesen oder schreiben.</w:t>
      </w:r>
    </w:p>
    <w:p w14:paraId="2E76A827" w14:textId="2A2DFE27" w:rsidR="000E03B9" w:rsidRDefault="000E03B9" w:rsidP="000E03B9">
      <w:pPr>
        <w:pStyle w:val="Listenabsatz"/>
        <w:numPr>
          <w:ilvl w:val="0"/>
          <w:numId w:val="5"/>
        </w:numPr>
        <w:ind w:hanging="357"/>
        <w:contextualSpacing w:val="0"/>
      </w:pPr>
      <w:r w:rsidRPr="000E03B9">
        <w:t>Ein Programm ist eine Folge von Anweisungen, das entsprechend seiner Abarbeitungsfolge hintereinander im Speicher steht.</w:t>
      </w:r>
    </w:p>
    <w:p w14:paraId="7359F765" w14:textId="5A88E841" w:rsidR="00FE33C6" w:rsidRDefault="00FE33C6" w:rsidP="000E03B9">
      <w:pPr>
        <w:pStyle w:val="Listenabsatz"/>
        <w:numPr>
          <w:ilvl w:val="0"/>
          <w:numId w:val="5"/>
        </w:numPr>
        <w:ind w:hanging="357"/>
        <w:contextualSpacing w:val="0"/>
      </w:pPr>
      <w:r w:rsidRPr="000E03B9">
        <w:t xml:space="preserve">Sprungbefehle erlauben Abweichungen von der </w:t>
      </w:r>
      <w:r w:rsidRPr="000E03B9">
        <w:t>sequenziellen</w:t>
      </w:r>
      <w:r w:rsidRPr="000E03B9">
        <w:t xml:space="preserve"> Abarbeitung der Befehle</w:t>
      </w:r>
      <w:r>
        <w:t>.</w:t>
      </w:r>
    </w:p>
    <w:p w14:paraId="0D5AF565" w14:textId="77777777" w:rsidR="000E03B9" w:rsidRPr="000E03B9" w:rsidRDefault="000E03B9" w:rsidP="00B640E0">
      <w:pPr>
        <w:pStyle w:val="Listenabsatz"/>
        <w:numPr>
          <w:ilvl w:val="0"/>
          <w:numId w:val="5"/>
        </w:numPr>
        <w:spacing w:after="0"/>
        <w:ind w:hanging="357"/>
        <w:contextualSpacing w:val="0"/>
      </w:pPr>
      <w:bookmarkStart w:id="0" w:name="_GoBack"/>
      <w:bookmarkEnd w:id="0"/>
      <w:r w:rsidRPr="000E03B9">
        <w:t>Es gibt mindestens </w:t>
      </w:r>
    </w:p>
    <w:p w14:paraId="7584DE35" w14:textId="77777777" w:rsidR="000E03B9" w:rsidRPr="000E03B9" w:rsidRDefault="000E03B9" w:rsidP="00B640E0">
      <w:pPr>
        <w:pStyle w:val="Listenabsatz"/>
        <w:numPr>
          <w:ilvl w:val="1"/>
          <w:numId w:val="5"/>
        </w:numPr>
        <w:spacing w:after="0"/>
        <w:contextualSpacing w:val="0"/>
      </w:pPr>
      <w:r w:rsidRPr="000E03B9">
        <w:rPr>
          <w:i/>
          <w:iCs/>
        </w:rPr>
        <w:t>arithmetische Befehle</w:t>
      </w:r>
      <w:r w:rsidRPr="000E03B9">
        <w:br/>
        <w:t>für Addition, Multiplikation, Konstanten laden, ...</w:t>
      </w:r>
    </w:p>
    <w:p w14:paraId="054D9224" w14:textId="77777777" w:rsidR="000E03B9" w:rsidRPr="000E03B9" w:rsidRDefault="000E03B9" w:rsidP="00B640E0">
      <w:pPr>
        <w:pStyle w:val="Listenabsatz"/>
        <w:numPr>
          <w:ilvl w:val="1"/>
          <w:numId w:val="5"/>
        </w:numPr>
        <w:spacing w:after="0"/>
        <w:contextualSpacing w:val="0"/>
      </w:pPr>
      <w:r w:rsidRPr="000E03B9">
        <w:rPr>
          <w:i/>
          <w:iCs/>
        </w:rPr>
        <w:t>logische Befehle</w:t>
      </w:r>
      <w:r w:rsidRPr="000E03B9">
        <w:br/>
        <w:t xml:space="preserve">für Vergleiche, sowie logisches not, and, </w:t>
      </w:r>
      <w:proofErr w:type="spellStart"/>
      <w:r w:rsidRPr="000E03B9">
        <w:t>or</w:t>
      </w:r>
      <w:proofErr w:type="spellEnd"/>
      <w:r w:rsidRPr="000E03B9">
        <w:t>, ....</w:t>
      </w:r>
    </w:p>
    <w:p w14:paraId="0BEC1E5D" w14:textId="77777777" w:rsidR="000E03B9" w:rsidRPr="000E03B9" w:rsidRDefault="000E03B9" w:rsidP="00B640E0">
      <w:pPr>
        <w:pStyle w:val="Listenabsatz"/>
        <w:numPr>
          <w:ilvl w:val="1"/>
          <w:numId w:val="5"/>
        </w:numPr>
        <w:spacing w:after="0"/>
        <w:contextualSpacing w:val="0"/>
      </w:pPr>
      <w:r w:rsidRPr="000E03B9">
        <w:rPr>
          <w:i/>
          <w:iCs/>
        </w:rPr>
        <w:lastRenderedPageBreak/>
        <w:t>Transportbefehle</w:t>
      </w:r>
      <w:r w:rsidRPr="000E03B9">
        <w:br/>
        <w:t>für Bewegungen von Daten zwischen Speicherwerk und Rechenwerk sowie zur Ein- und Ausgabe</w:t>
      </w:r>
    </w:p>
    <w:p w14:paraId="7C557A7F" w14:textId="77777777" w:rsidR="000E03B9" w:rsidRPr="000E03B9" w:rsidRDefault="000E03B9" w:rsidP="00B640E0">
      <w:pPr>
        <w:pStyle w:val="Listenabsatz"/>
        <w:numPr>
          <w:ilvl w:val="1"/>
          <w:numId w:val="5"/>
        </w:numPr>
        <w:spacing w:after="0"/>
        <w:contextualSpacing w:val="0"/>
      </w:pPr>
      <w:r w:rsidRPr="000E03B9">
        <w:rPr>
          <w:i/>
          <w:iCs/>
        </w:rPr>
        <w:t>bedingte Sprünge</w:t>
      </w:r>
      <w:r w:rsidRPr="000E03B9">
        <w:br/>
        <w:t>für die Implementierung von Wiederholungen und Bedingungen</w:t>
      </w:r>
    </w:p>
    <w:p w14:paraId="76495A7C" w14:textId="6EA6B3C9" w:rsidR="000E03B9" w:rsidRDefault="000E03B9" w:rsidP="000E03B9">
      <w:pPr>
        <w:pStyle w:val="Listenabsatz"/>
        <w:numPr>
          <w:ilvl w:val="1"/>
          <w:numId w:val="5"/>
        </w:numPr>
        <w:contextualSpacing w:val="0"/>
      </w:pPr>
      <w:r w:rsidRPr="000E03B9">
        <w:rPr>
          <w:i/>
          <w:iCs/>
        </w:rPr>
        <w:t>sonstige Befehle</w:t>
      </w:r>
      <w:r w:rsidRPr="000E03B9">
        <w:br/>
        <w:t>für Bitschieben, Unterbrechen, Warten, ...</w:t>
      </w:r>
    </w:p>
    <w:p w14:paraId="0C4C0B40" w14:textId="3DC029D0" w:rsidR="00FE33C6" w:rsidRPr="000E03B9" w:rsidRDefault="00FE33C6" w:rsidP="00FE33C6">
      <w:pPr>
        <w:pStyle w:val="Listenabsatz"/>
        <w:numPr>
          <w:ilvl w:val="0"/>
          <w:numId w:val="5"/>
        </w:numPr>
        <w:ind w:hanging="357"/>
        <w:contextualSpacing w:val="0"/>
      </w:pPr>
      <w:r w:rsidRPr="000E03B9">
        <w:t>Alle Daten werden binär codiert. Dem Inhalt einer Speicherzelle kann man nicht ansehen, ob es sich um einen Befehl, ein Datum oder eine Adresse handelt.</w:t>
      </w:r>
    </w:p>
    <w:p w14:paraId="77214D17" w14:textId="753BD65E" w:rsidR="00AB1F34" w:rsidRDefault="00AB1F34" w:rsidP="00AB1F34">
      <w:pPr>
        <w:pStyle w:val="berschrift1"/>
      </w:pPr>
      <w:r>
        <w:t>Arbeitsweise</w:t>
      </w:r>
    </w:p>
    <w:p w14:paraId="539769E9" w14:textId="4EAC3BAC" w:rsidR="000E03B9" w:rsidRDefault="000E03B9" w:rsidP="000E03B9">
      <w:r w:rsidRPr="000E03B9">
        <w:t xml:space="preserve">Die Befehlsabarbeitung geschieht in </w:t>
      </w:r>
      <w:r w:rsidR="00675A61">
        <w:t>den</w:t>
      </w:r>
      <w:r w:rsidRPr="000E03B9">
        <w:t xml:space="preserve"> Phasen:</w:t>
      </w:r>
    </w:p>
    <w:p w14:paraId="407A0668" w14:textId="5E2CA30D" w:rsidR="00A32763" w:rsidRPr="000E03B9" w:rsidRDefault="00A32763" w:rsidP="000E03B9">
      <w:r>
        <w:rPr>
          <w:noProof/>
        </w:rPr>
        <w:drawing>
          <wp:inline distT="0" distB="0" distL="0" distR="0" wp14:anchorId="71781817" wp14:editId="5EE4AA5D">
            <wp:extent cx="5760085" cy="3980180"/>
            <wp:effectExtent l="0" t="0" r="0" b="127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von-Neumann-Zyklus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98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2763" w:rsidRPr="000E03B9" w:rsidSect="0037159F">
      <w:headerReference w:type="default" r:id="rId9"/>
      <w:footerReference w:type="default" r:id="rId10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7CD70" w14:textId="77777777" w:rsidR="00D57B2A" w:rsidRDefault="00D57B2A">
      <w:r>
        <w:separator/>
      </w:r>
    </w:p>
  </w:endnote>
  <w:endnote w:type="continuationSeparator" w:id="0">
    <w:p w14:paraId="0131257A" w14:textId="77777777" w:rsidR="00D57B2A" w:rsidRDefault="00D57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E0506" w14:textId="43535A2A" w:rsidR="00562BB8" w:rsidRPr="00A32763" w:rsidRDefault="00A32763" w:rsidP="00A32763">
    <w:pPr>
      <w:pStyle w:val="Fuzeile"/>
      <w:pBdr>
        <w:top w:val="single" w:sz="4" w:space="1" w:color="auto"/>
      </w:pBdr>
      <w:jc w:val="center"/>
    </w:pPr>
    <w:r>
      <w:rPr>
        <w:noProof/>
      </w:rPr>
      <w:drawing>
        <wp:anchor distT="0" distB="0" distL="114300" distR="114300" simplePos="0" relativeHeight="251645440" behindDoc="1" locked="0" layoutInCell="1" allowOverlap="1" wp14:anchorId="743848AD" wp14:editId="2E491893">
          <wp:simplePos x="0" y="0"/>
          <wp:positionH relativeFrom="column">
            <wp:posOffset>5206365</wp:posOffset>
          </wp:positionH>
          <wp:positionV relativeFrom="paragraph">
            <wp:posOffset>28575</wp:posOffset>
          </wp:positionV>
          <wp:extent cx="542925" cy="191135"/>
          <wp:effectExtent l="0" t="0" r="9525" b="0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191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</w:t>
    </w:r>
    <w:r w:rsidRPr="00AC266D">
      <w:rPr>
        <w:rFonts w:cs="Arial"/>
        <w:sz w:val="16"/>
        <w:szCs w:val="16"/>
      </w:rPr>
      <w:t xml:space="preserve">SA </w:t>
    </w:r>
    <w:r>
      <w:rPr>
        <w:rFonts w:cs="Arial"/>
        <w:sz w:val="16"/>
        <w:szCs w:val="16"/>
      </w:rPr>
      <w:t>4</w:t>
    </w:r>
    <w:r w:rsidRPr="00AC266D">
      <w:rPr>
        <w:rFonts w:cs="Arial"/>
        <w:sz w:val="16"/>
        <w:szCs w:val="16"/>
      </w:rPr>
      <w:t xml:space="preserve">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23.01.2020</w:t>
    </w:r>
    <w:r w:rsidRPr="00AC266D"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E7A9D" w14:textId="77777777" w:rsidR="00D57B2A" w:rsidRDefault="00D57B2A">
      <w:r>
        <w:separator/>
      </w:r>
    </w:p>
  </w:footnote>
  <w:footnote w:type="continuationSeparator" w:id="0">
    <w:p w14:paraId="110900A2" w14:textId="77777777" w:rsidR="00D57B2A" w:rsidRDefault="00D57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 w14:paraId="10100FCF" w14:textId="77777777">
      <w:tc>
        <w:tcPr>
          <w:tcW w:w="1008" w:type="dxa"/>
        </w:tcPr>
        <w:p w14:paraId="79751227" w14:textId="77777777"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63B37B53" wp14:editId="778EF7F0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14:paraId="1B466838" w14:textId="77777777" w:rsidR="00562BB8" w:rsidRDefault="00AB1F34" w:rsidP="0037159F">
          <w:pPr>
            <w:pStyle w:val="Kopfzeile"/>
            <w:tabs>
              <w:tab w:val="clear" w:pos="4536"/>
              <w:tab w:val="clear" w:pos="9072"/>
            </w:tabs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John-von-Neumann-Rechner</w:t>
          </w:r>
        </w:p>
        <w:p w14:paraId="7718DE2B" w14:textId="77777777"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14:paraId="533B3929" w14:textId="77777777" w:rsidR="00562BB8" w:rsidRDefault="00562B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8CE3A34"/>
    <w:multiLevelType w:val="multilevel"/>
    <w:tmpl w:val="24EE4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C4A7408"/>
    <w:multiLevelType w:val="multilevel"/>
    <w:tmpl w:val="654A6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41A88"/>
    <w:multiLevelType w:val="multilevel"/>
    <w:tmpl w:val="0628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8B602D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FDC49C9"/>
    <w:multiLevelType w:val="multilevel"/>
    <w:tmpl w:val="24EE4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  <w:lvlOverride w:ilvl="0">
      <w:startOverride w:val="2"/>
    </w:lvlOverride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F34"/>
    <w:rsid w:val="00020E73"/>
    <w:rsid w:val="000E03B9"/>
    <w:rsid w:val="000E262B"/>
    <w:rsid w:val="001570DA"/>
    <w:rsid w:val="001E359A"/>
    <w:rsid w:val="00205D4B"/>
    <w:rsid w:val="002245D1"/>
    <w:rsid w:val="002B584B"/>
    <w:rsid w:val="002B78D2"/>
    <w:rsid w:val="0037159F"/>
    <w:rsid w:val="003B205A"/>
    <w:rsid w:val="003F1514"/>
    <w:rsid w:val="00517F4B"/>
    <w:rsid w:val="00562BB8"/>
    <w:rsid w:val="00581A0C"/>
    <w:rsid w:val="005902E3"/>
    <w:rsid w:val="005D7C96"/>
    <w:rsid w:val="00630FD5"/>
    <w:rsid w:val="00675A61"/>
    <w:rsid w:val="006906CA"/>
    <w:rsid w:val="00753B6A"/>
    <w:rsid w:val="00771E1E"/>
    <w:rsid w:val="008D305F"/>
    <w:rsid w:val="00923EB5"/>
    <w:rsid w:val="009776B5"/>
    <w:rsid w:val="009E7007"/>
    <w:rsid w:val="00A22A90"/>
    <w:rsid w:val="00A32763"/>
    <w:rsid w:val="00A7706D"/>
    <w:rsid w:val="00A9436B"/>
    <w:rsid w:val="00AB1F34"/>
    <w:rsid w:val="00B17402"/>
    <w:rsid w:val="00B640E0"/>
    <w:rsid w:val="00B81A5F"/>
    <w:rsid w:val="00C058F3"/>
    <w:rsid w:val="00C55C67"/>
    <w:rsid w:val="00CF2A05"/>
    <w:rsid w:val="00D57B2A"/>
    <w:rsid w:val="00E922B7"/>
    <w:rsid w:val="00EE3DC0"/>
    <w:rsid w:val="00F21C66"/>
    <w:rsid w:val="00F26F5D"/>
    <w:rsid w:val="00F35015"/>
    <w:rsid w:val="00FE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D7B1B"/>
  <w15:docId w15:val="{3FAF444A-91CD-4524-AC4E-45FB77FC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E03B9"/>
    <w:pPr>
      <w:spacing w:after="12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AB1F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B1F3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E0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2</Pages>
  <Words>241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8</cp:revision>
  <cp:lastPrinted>2014-05-16T06:21:00Z</cp:lastPrinted>
  <dcterms:created xsi:type="dcterms:W3CDTF">2014-03-09T11:00:00Z</dcterms:created>
  <dcterms:modified xsi:type="dcterms:W3CDTF">2020-02-02T11:33:00Z</dcterms:modified>
</cp:coreProperties>
</file>